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14427" w14:textId="1E6A59E1" w:rsidR="00755CDD" w:rsidRPr="00850B1F" w:rsidRDefault="00E80D50" w:rsidP="001A1956">
      <w:pPr>
        <w:pStyle w:val="Pealkiri1"/>
        <w:rPr>
          <w:color w:val="000000" w:themeColor="text1"/>
        </w:rPr>
      </w:pPr>
      <w:r w:rsidRPr="00E80D50">
        <w:t>KOKKULEPE</w:t>
      </w:r>
      <w:r w:rsidR="00D02482">
        <w:t xml:space="preserve"> nr</w:t>
      </w:r>
      <w:r w:rsidR="00930885">
        <w:t>3-1.38/</w:t>
      </w:r>
      <w:r w:rsidR="00850B1F">
        <w:t>2024/</w:t>
      </w:r>
      <w:r w:rsidR="008D1A8E">
        <w:t>6</w:t>
      </w:r>
    </w:p>
    <w:p w14:paraId="79D14428" w14:textId="77777777" w:rsidR="00E80D50" w:rsidRPr="00E80D50" w:rsidRDefault="00407947" w:rsidP="006558B7">
      <w:pPr>
        <w:jc w:val="center"/>
        <w:rPr>
          <w:b/>
        </w:rPr>
      </w:pPr>
      <w:r>
        <w:rPr>
          <w:b/>
        </w:rPr>
        <w:t xml:space="preserve">JAHINDUSTEGEVUSE KORRALDAMISEKS </w:t>
      </w:r>
      <w:r w:rsidR="00E80D50" w:rsidRPr="00E80D50">
        <w:rPr>
          <w:b/>
        </w:rPr>
        <w:t xml:space="preserve"> </w:t>
      </w:r>
      <w:r w:rsidR="00A6194F">
        <w:rPr>
          <w:b/>
        </w:rPr>
        <w:t xml:space="preserve">RMK </w:t>
      </w:r>
      <w:r w:rsidR="0049443F">
        <w:rPr>
          <w:b/>
        </w:rPr>
        <w:t xml:space="preserve">VALDUSES OLEVAL </w:t>
      </w:r>
      <w:r w:rsidR="00A6194F">
        <w:rPr>
          <w:b/>
        </w:rPr>
        <w:t>RIIGIMAAL</w:t>
      </w:r>
    </w:p>
    <w:p w14:paraId="79D14429" w14:textId="77777777" w:rsidR="00755CDD" w:rsidRPr="0095027A" w:rsidRDefault="00755CDD" w:rsidP="00A04D3E">
      <w:pPr>
        <w:jc w:val="both"/>
        <w:rPr>
          <w:b/>
          <w:bCs/>
        </w:rPr>
      </w:pPr>
    </w:p>
    <w:p w14:paraId="79D1442A" w14:textId="5008D291" w:rsidR="00755CDD" w:rsidRDefault="00A04D3E" w:rsidP="00A04D3E">
      <w:pPr>
        <w:jc w:val="both"/>
        <w:rPr>
          <w:b/>
          <w:bCs/>
          <w:sz w:val="28"/>
        </w:rPr>
      </w:pPr>
      <w:r>
        <w:tab/>
      </w:r>
      <w:r>
        <w:tab/>
      </w:r>
      <w:r>
        <w:tab/>
      </w:r>
      <w:r>
        <w:tab/>
      </w:r>
      <w:r w:rsidR="00993B40">
        <w:t xml:space="preserve">                              </w:t>
      </w:r>
      <w:r w:rsidR="00833C43">
        <w:t xml:space="preserve">    </w:t>
      </w:r>
      <w:r w:rsidR="00850B1F">
        <w:t xml:space="preserve">(hilisema </w:t>
      </w:r>
      <w:r w:rsidR="00E34A09">
        <w:t>digitaalallkirja kuupäev)</w:t>
      </w:r>
    </w:p>
    <w:p w14:paraId="79D1442B" w14:textId="77777777" w:rsidR="00755CDD" w:rsidRPr="0095027A" w:rsidRDefault="00755CDD" w:rsidP="00A04D3E">
      <w:pPr>
        <w:jc w:val="both"/>
        <w:rPr>
          <w:b/>
          <w:bCs/>
        </w:rPr>
      </w:pPr>
    </w:p>
    <w:p w14:paraId="498AEB54" w14:textId="77777777" w:rsidR="00A621ED" w:rsidRDefault="00A04D3E" w:rsidP="00A04D3E">
      <w:pPr>
        <w:jc w:val="both"/>
        <w:rPr>
          <w:szCs w:val="22"/>
        </w:rPr>
      </w:pPr>
      <w:r>
        <w:rPr>
          <w:szCs w:val="18"/>
        </w:rPr>
        <w:t xml:space="preserve">Riigimetsa Majandamise Keskus, </w:t>
      </w:r>
      <w:r w:rsidR="00C971E5">
        <w:rPr>
          <w:szCs w:val="18"/>
        </w:rPr>
        <w:t>(registrikood 70004459)</w:t>
      </w:r>
      <w:r w:rsidR="00295AC8">
        <w:rPr>
          <w:szCs w:val="18"/>
        </w:rPr>
        <w:t>,</w:t>
      </w:r>
      <w:r>
        <w:rPr>
          <w:szCs w:val="18"/>
        </w:rPr>
        <w:t xml:space="preserve"> </w:t>
      </w:r>
      <w:r>
        <w:t xml:space="preserve">keda esindab RMK juhatuse </w:t>
      </w:r>
      <w:r w:rsidR="00E34A09">
        <w:t xml:space="preserve">liikme </w:t>
      </w:r>
      <w:r w:rsidR="00356AEF">
        <w:t>1</w:t>
      </w:r>
      <w:r w:rsidR="00745B94">
        <w:t>5</w:t>
      </w:r>
      <w:r w:rsidR="00356AEF">
        <w:t>.</w:t>
      </w:r>
      <w:r w:rsidR="001A6CD9">
        <w:t>aprilli</w:t>
      </w:r>
      <w:r w:rsidR="00356AEF">
        <w:t xml:space="preserve"> 20</w:t>
      </w:r>
      <w:r w:rsidR="001A6CD9">
        <w:t>24</w:t>
      </w:r>
      <w:r w:rsidR="00356AEF">
        <w:t>.</w:t>
      </w:r>
      <w:r>
        <w:t xml:space="preserve"> a </w:t>
      </w:r>
      <w:r w:rsidR="00FE35FB">
        <w:t>käskkirja</w:t>
      </w:r>
      <w:r>
        <w:t xml:space="preserve"> nr </w:t>
      </w:r>
      <w:r>
        <w:rPr>
          <w:szCs w:val="22"/>
        </w:rPr>
        <w:t>1-</w:t>
      </w:r>
      <w:r w:rsidR="00FE35FB">
        <w:rPr>
          <w:szCs w:val="22"/>
        </w:rPr>
        <w:t>5/32</w:t>
      </w:r>
      <w:r w:rsidR="00356AEF">
        <w:rPr>
          <w:szCs w:val="22"/>
        </w:rPr>
        <w:t xml:space="preserve"> </w:t>
      </w:r>
      <w:r w:rsidR="00CA107E">
        <w:rPr>
          <w:szCs w:val="22"/>
        </w:rPr>
        <w:t xml:space="preserve"> </w:t>
      </w:r>
      <w:r w:rsidR="00356AEF">
        <w:rPr>
          <w:szCs w:val="22"/>
        </w:rPr>
        <w:t>alusel</w:t>
      </w:r>
      <w:r>
        <w:rPr>
          <w:szCs w:val="22"/>
        </w:rPr>
        <w:t xml:space="preserve"> </w:t>
      </w:r>
      <w:r w:rsidR="004D0F1D">
        <w:rPr>
          <w:szCs w:val="22"/>
        </w:rPr>
        <w:t xml:space="preserve">Edela regiooni metsaülem, edaspidi </w:t>
      </w:r>
      <w:r w:rsidR="004D0F1D" w:rsidRPr="00295AC8">
        <w:rPr>
          <w:b/>
          <w:bCs/>
          <w:szCs w:val="22"/>
        </w:rPr>
        <w:t>RMK</w:t>
      </w:r>
      <w:r w:rsidR="008A2222">
        <w:rPr>
          <w:szCs w:val="22"/>
        </w:rPr>
        <w:t xml:space="preserve"> , </w:t>
      </w:r>
      <w:r>
        <w:rPr>
          <w:szCs w:val="22"/>
        </w:rPr>
        <w:t xml:space="preserve"> </w:t>
      </w:r>
      <w:r w:rsidR="00A621ED">
        <w:rPr>
          <w:szCs w:val="22"/>
        </w:rPr>
        <w:t xml:space="preserve">ühelt </w:t>
      </w:r>
      <w:r>
        <w:rPr>
          <w:szCs w:val="22"/>
        </w:rPr>
        <w:t xml:space="preserve">poolt </w:t>
      </w:r>
    </w:p>
    <w:p w14:paraId="3FBE4D60" w14:textId="77777777" w:rsidR="00A50E55" w:rsidRDefault="00A50E55" w:rsidP="00A04D3E">
      <w:pPr>
        <w:jc w:val="both"/>
        <w:rPr>
          <w:szCs w:val="22"/>
        </w:rPr>
      </w:pPr>
    </w:p>
    <w:p w14:paraId="79D1442D" w14:textId="0D5F0C0B" w:rsidR="00DF0979" w:rsidRDefault="00755CDD" w:rsidP="00DF0979">
      <w:pPr>
        <w:jc w:val="both"/>
      </w:pPr>
      <w:r>
        <w:t xml:space="preserve">ja </w:t>
      </w:r>
      <w:proofErr w:type="spellStart"/>
      <w:r w:rsidR="00727F1E" w:rsidRPr="00727F1E">
        <w:rPr>
          <w:b/>
          <w:bCs/>
        </w:rPr>
        <w:t>Jäärumetsa</w:t>
      </w:r>
      <w:proofErr w:type="spellEnd"/>
      <w:r w:rsidR="00727F1E" w:rsidRPr="00727F1E">
        <w:rPr>
          <w:b/>
          <w:bCs/>
        </w:rPr>
        <w:t xml:space="preserve"> Jahiselts MTÜ</w:t>
      </w:r>
      <w:r w:rsidR="00727F1E">
        <w:rPr>
          <w:b/>
          <w:bCs/>
        </w:rPr>
        <w:t xml:space="preserve"> , </w:t>
      </w:r>
      <w:r w:rsidR="00727F1E" w:rsidRPr="00727F1E">
        <w:t>(registrikood</w:t>
      </w:r>
      <w:r w:rsidR="00727F1E">
        <w:rPr>
          <w:b/>
          <w:bCs/>
        </w:rPr>
        <w:t xml:space="preserve"> </w:t>
      </w:r>
      <w:r w:rsidR="00516D10" w:rsidRPr="00860BD2">
        <w:t>80373666)</w:t>
      </w:r>
      <w:r w:rsidR="00860BD2">
        <w:t xml:space="preserve"> ,keda</w:t>
      </w:r>
      <w:r w:rsidR="00B77C87">
        <w:t xml:space="preserve"> </w:t>
      </w:r>
      <w:r w:rsidR="00356AEF" w:rsidRPr="00356AEF">
        <w:t>esindab</w:t>
      </w:r>
      <w:r w:rsidR="00A04D3E">
        <w:t xml:space="preserve"> </w:t>
      </w:r>
      <w:r w:rsidR="00917678">
        <w:t xml:space="preserve">juhatuse liige </w:t>
      </w:r>
      <w:proofErr w:type="spellStart"/>
      <w:r w:rsidR="00917678">
        <w:t>Airek</w:t>
      </w:r>
      <w:proofErr w:type="spellEnd"/>
      <w:r w:rsidR="00917678">
        <w:t xml:space="preserve"> Kolju , edaspidi </w:t>
      </w:r>
      <w:r w:rsidR="00917678" w:rsidRPr="004F0C0B">
        <w:rPr>
          <w:b/>
          <w:bCs/>
        </w:rPr>
        <w:t>taotleja</w:t>
      </w:r>
      <w:r w:rsidR="004F0C0B">
        <w:t xml:space="preserve">, </w:t>
      </w:r>
      <w:r w:rsidR="00356AEF">
        <w:t xml:space="preserve"> </w:t>
      </w:r>
      <w:r>
        <w:t xml:space="preserve">teiselt poolt, </w:t>
      </w:r>
      <w:r w:rsidR="0010234A">
        <w:t xml:space="preserve"> </w:t>
      </w:r>
    </w:p>
    <w:p w14:paraId="2F9799AD" w14:textId="77777777" w:rsidR="0010234A" w:rsidRDefault="0010234A" w:rsidP="00DF0979">
      <w:pPr>
        <w:jc w:val="both"/>
      </w:pPr>
    </w:p>
    <w:p w14:paraId="79D1442E" w14:textId="77777777" w:rsidR="00DF0979" w:rsidRDefault="00DF0979" w:rsidP="00DF0979">
      <w:pPr>
        <w:jc w:val="both"/>
      </w:pPr>
      <w:r>
        <w:t xml:space="preserve">sõlmisid käesoleva kokkuleppe, edaspidi </w:t>
      </w:r>
      <w:r w:rsidRPr="000F729C">
        <w:rPr>
          <w:b/>
        </w:rPr>
        <w:t>Kokkulepe</w:t>
      </w:r>
      <w:r w:rsidRPr="000F729C">
        <w:t xml:space="preserve">, </w:t>
      </w:r>
      <w:r>
        <w:t>alljärgnevas:</w:t>
      </w:r>
    </w:p>
    <w:p w14:paraId="79D1442F" w14:textId="77777777" w:rsidR="006E0908" w:rsidRDefault="006E0908" w:rsidP="00A04D3E">
      <w:pPr>
        <w:jc w:val="both"/>
      </w:pPr>
    </w:p>
    <w:p w14:paraId="79D14430" w14:textId="77777777" w:rsidR="00A6194F" w:rsidRPr="004D4434" w:rsidRDefault="006E0908" w:rsidP="00A6194F">
      <w:pPr>
        <w:pStyle w:val="Loendilik"/>
        <w:numPr>
          <w:ilvl w:val="0"/>
          <w:numId w:val="13"/>
        </w:numPr>
        <w:jc w:val="both"/>
        <w:rPr>
          <w:b/>
        </w:rPr>
      </w:pPr>
      <w:r w:rsidRPr="004D4434">
        <w:rPr>
          <w:b/>
        </w:rPr>
        <w:t>Kokk</w:t>
      </w:r>
      <w:r w:rsidR="00F5725D" w:rsidRPr="004D4434">
        <w:rPr>
          <w:b/>
        </w:rPr>
        <w:t>u</w:t>
      </w:r>
      <w:r w:rsidRPr="004D4434">
        <w:rPr>
          <w:b/>
        </w:rPr>
        <w:t>leppe eesmärk</w:t>
      </w:r>
    </w:p>
    <w:p w14:paraId="79D14431" w14:textId="2AB61631" w:rsidR="00A6194F" w:rsidRDefault="00A6194F" w:rsidP="00A6194F">
      <w:pPr>
        <w:pStyle w:val="Lihttekst"/>
        <w:jc w:val="both"/>
        <w:rPr>
          <w:rFonts w:ascii="Times New Roman" w:eastAsia="MS Mincho" w:hAnsi="Times New Roman" w:cs="Times New Roman"/>
          <w:sz w:val="24"/>
        </w:rPr>
      </w:pPr>
      <w:r w:rsidRPr="00C812CE">
        <w:rPr>
          <w:rFonts w:ascii="Times New Roman" w:eastAsia="MS Mincho" w:hAnsi="Times New Roman" w:cs="Times New Roman"/>
          <w:b/>
          <w:sz w:val="24"/>
        </w:rPr>
        <w:t>RMK</w:t>
      </w:r>
      <w:r>
        <w:rPr>
          <w:rFonts w:ascii="Times New Roman" w:eastAsia="MS Mincho" w:hAnsi="Times New Roman" w:cs="Times New Roman"/>
          <w:sz w:val="24"/>
        </w:rPr>
        <w:t xml:space="preserve"> annab </w:t>
      </w:r>
      <w:proofErr w:type="spellStart"/>
      <w:r w:rsidR="00613476" w:rsidRPr="00613476">
        <w:rPr>
          <w:rFonts w:ascii="Times New Roman" w:eastAsia="MS Mincho" w:hAnsi="Times New Roman" w:cs="Times New Roman"/>
          <w:b/>
          <w:bCs/>
          <w:sz w:val="24"/>
        </w:rPr>
        <w:t>Jäärumetsa</w:t>
      </w:r>
      <w:proofErr w:type="spellEnd"/>
      <w:r w:rsidR="0095027A" w:rsidRPr="00E74CBA">
        <w:rPr>
          <w:rFonts w:ascii="Times New Roman" w:eastAsia="MS Mincho" w:hAnsi="Times New Roman" w:cs="Times New Roman"/>
          <w:b/>
          <w:sz w:val="24"/>
        </w:rPr>
        <w:t xml:space="preserve"> </w:t>
      </w:r>
      <w:r w:rsidRPr="00E74CBA">
        <w:rPr>
          <w:rFonts w:ascii="Times New Roman" w:eastAsia="MS Mincho" w:hAnsi="Times New Roman" w:cs="Times New Roman"/>
          <w:b/>
          <w:sz w:val="24"/>
        </w:rPr>
        <w:t>jahipiirkonna</w:t>
      </w:r>
      <w:r>
        <w:rPr>
          <w:rFonts w:ascii="Times New Roman" w:eastAsia="MS Mincho" w:hAnsi="Times New Roman" w:cs="Times New Roman"/>
          <w:sz w:val="24"/>
        </w:rPr>
        <w:t xml:space="preserve"> </w:t>
      </w:r>
      <w:r w:rsidR="00356AEF">
        <w:rPr>
          <w:rFonts w:ascii="Times New Roman" w:eastAsia="MS Mincho" w:hAnsi="Times New Roman" w:cs="Times New Roman"/>
          <w:sz w:val="24"/>
        </w:rPr>
        <w:t>piirikirjeldusega</w:t>
      </w:r>
      <w:r>
        <w:rPr>
          <w:rFonts w:ascii="Times New Roman" w:eastAsia="MS Mincho" w:hAnsi="Times New Roman" w:cs="Times New Roman"/>
          <w:sz w:val="24"/>
        </w:rPr>
        <w:t xml:space="preserve"> määratud maa-alal </w:t>
      </w:r>
      <w:r w:rsidR="00C812CE">
        <w:rPr>
          <w:rFonts w:ascii="Times New Roman" w:eastAsia="MS Mincho" w:hAnsi="Times New Roman" w:cs="Times New Roman"/>
          <w:b/>
          <w:sz w:val="24"/>
        </w:rPr>
        <w:t>Taotlej</w:t>
      </w:r>
      <w:r w:rsidR="00C812CE" w:rsidRPr="00C812CE">
        <w:rPr>
          <w:rFonts w:ascii="Times New Roman" w:eastAsia="MS Mincho" w:hAnsi="Times New Roman" w:cs="Times New Roman"/>
          <w:b/>
          <w:sz w:val="24"/>
        </w:rPr>
        <w:t>ale</w:t>
      </w:r>
      <w:r w:rsidR="00C812CE">
        <w:rPr>
          <w:rFonts w:ascii="Times New Roman" w:eastAsia="MS Mincho" w:hAnsi="Times New Roman" w:cs="Times New Roman"/>
          <w:sz w:val="24"/>
        </w:rPr>
        <w:t xml:space="preserve"> </w:t>
      </w:r>
      <w:r w:rsidR="0049443F">
        <w:rPr>
          <w:rFonts w:ascii="Times New Roman" w:eastAsia="MS Mincho" w:hAnsi="Times New Roman" w:cs="Times New Roman"/>
          <w:sz w:val="24"/>
        </w:rPr>
        <w:t xml:space="preserve">eelneva </w:t>
      </w:r>
      <w:r w:rsidR="00356AEF">
        <w:rPr>
          <w:rFonts w:ascii="Times New Roman" w:eastAsia="MS Mincho" w:hAnsi="Times New Roman" w:cs="Times New Roman"/>
          <w:sz w:val="24"/>
        </w:rPr>
        <w:t xml:space="preserve">nõusoleku </w:t>
      </w:r>
      <w:r w:rsidR="00C812CE">
        <w:rPr>
          <w:rFonts w:ascii="Times New Roman" w:eastAsia="MS Mincho" w:hAnsi="Times New Roman" w:cs="Times New Roman"/>
          <w:sz w:val="24"/>
        </w:rPr>
        <w:t>jahindustegevuse korraldamiseks</w:t>
      </w:r>
      <w:r w:rsidR="00356AEF">
        <w:rPr>
          <w:rFonts w:ascii="Times New Roman" w:eastAsia="MS Mincho" w:hAnsi="Times New Roman" w:cs="Times New Roman"/>
          <w:sz w:val="24"/>
        </w:rPr>
        <w:t xml:space="preserve"> </w:t>
      </w:r>
      <w:r>
        <w:rPr>
          <w:rFonts w:ascii="Times New Roman" w:eastAsia="MS Mincho" w:hAnsi="Times New Roman" w:cs="Times New Roman"/>
          <w:sz w:val="24"/>
        </w:rPr>
        <w:t>RMK maaüksus</w:t>
      </w:r>
      <w:r w:rsidR="00C812CE">
        <w:rPr>
          <w:rFonts w:ascii="Times New Roman" w:eastAsia="MS Mincho" w:hAnsi="Times New Roman" w:cs="Times New Roman"/>
          <w:sz w:val="24"/>
        </w:rPr>
        <w:t>tel</w:t>
      </w:r>
      <w:r>
        <w:rPr>
          <w:rFonts w:ascii="Times New Roman" w:eastAsia="MS Mincho" w:hAnsi="Times New Roman" w:cs="Times New Roman"/>
          <w:sz w:val="24"/>
        </w:rPr>
        <w:t xml:space="preserve">, mille loetelu on käesoleva </w:t>
      </w:r>
      <w:r w:rsidR="00D41AF0">
        <w:rPr>
          <w:rFonts w:ascii="Times New Roman" w:eastAsia="MS Mincho" w:hAnsi="Times New Roman" w:cs="Times New Roman"/>
          <w:sz w:val="24"/>
        </w:rPr>
        <w:t>kokkuleppe</w:t>
      </w:r>
      <w:r>
        <w:rPr>
          <w:rFonts w:ascii="Times New Roman" w:eastAsia="MS Mincho" w:hAnsi="Times New Roman" w:cs="Times New Roman"/>
          <w:sz w:val="24"/>
        </w:rPr>
        <w:t xml:space="preserve"> lisa</w:t>
      </w:r>
      <w:r w:rsidR="00356AEF">
        <w:rPr>
          <w:rFonts w:ascii="Times New Roman" w:eastAsia="MS Mincho" w:hAnsi="Times New Roman" w:cs="Times New Roman"/>
          <w:sz w:val="24"/>
        </w:rPr>
        <w:t xml:space="preserve"> 1</w:t>
      </w:r>
      <w:r>
        <w:rPr>
          <w:rFonts w:ascii="Times New Roman" w:eastAsia="MS Mincho" w:hAnsi="Times New Roman" w:cs="Times New Roman"/>
          <w:sz w:val="24"/>
        </w:rPr>
        <w:t>.</w:t>
      </w:r>
      <w:r w:rsidR="00C812CE">
        <w:rPr>
          <w:rFonts w:ascii="Times New Roman" w:eastAsia="MS Mincho" w:hAnsi="Times New Roman" w:cs="Times New Roman"/>
          <w:sz w:val="24"/>
        </w:rPr>
        <w:t xml:space="preserve"> Ühtekokku hõlmab kokkulepe </w:t>
      </w:r>
      <w:r w:rsidR="004C3FD4">
        <w:rPr>
          <w:rFonts w:ascii="Times New Roman" w:eastAsia="MS Mincho" w:hAnsi="Times New Roman" w:cs="Times New Roman"/>
          <w:sz w:val="24"/>
        </w:rPr>
        <w:t>67</w:t>
      </w:r>
      <w:r w:rsidR="00930885">
        <w:rPr>
          <w:rFonts w:ascii="Times New Roman" w:eastAsia="MS Mincho" w:hAnsi="Times New Roman" w:cs="Times New Roman"/>
          <w:sz w:val="24"/>
        </w:rPr>
        <w:t xml:space="preserve"> </w:t>
      </w:r>
      <w:r w:rsidR="00C812CE">
        <w:rPr>
          <w:rFonts w:ascii="Times New Roman" w:eastAsia="MS Mincho" w:hAnsi="Times New Roman" w:cs="Times New Roman"/>
          <w:sz w:val="24"/>
        </w:rPr>
        <w:t xml:space="preserve">katastriüksust pindalaga </w:t>
      </w:r>
      <w:r w:rsidR="001A352D">
        <w:rPr>
          <w:rFonts w:ascii="Times New Roman" w:eastAsia="MS Mincho" w:hAnsi="Times New Roman" w:cs="Times New Roman"/>
          <w:sz w:val="24"/>
        </w:rPr>
        <w:t>7208,27</w:t>
      </w:r>
      <w:r w:rsidR="00C812CE">
        <w:rPr>
          <w:rFonts w:ascii="Times New Roman" w:eastAsia="MS Mincho" w:hAnsi="Times New Roman" w:cs="Times New Roman"/>
          <w:sz w:val="24"/>
        </w:rPr>
        <w:t xml:space="preserve"> ha.</w:t>
      </w:r>
    </w:p>
    <w:p w14:paraId="79D14432" w14:textId="77777777" w:rsidR="00A6194F" w:rsidRDefault="00A6194F" w:rsidP="00A6194F">
      <w:pPr>
        <w:jc w:val="both"/>
        <w:rPr>
          <w:b/>
        </w:rPr>
      </w:pPr>
    </w:p>
    <w:p w14:paraId="79D14433" w14:textId="77777777" w:rsidR="00D732C2" w:rsidRDefault="00C812CE" w:rsidP="00A04D3E">
      <w:pPr>
        <w:jc w:val="both"/>
      </w:pPr>
      <w:r>
        <w:rPr>
          <w:b/>
        </w:rPr>
        <w:t xml:space="preserve">2. </w:t>
      </w:r>
      <w:r w:rsidR="0006678D" w:rsidRPr="0006678D">
        <w:rPr>
          <w:b/>
        </w:rPr>
        <w:t>K</w:t>
      </w:r>
      <w:r>
        <w:rPr>
          <w:b/>
        </w:rPr>
        <w:t>okkuleppe</w:t>
      </w:r>
      <w:r w:rsidR="0006678D" w:rsidRPr="0006678D">
        <w:rPr>
          <w:b/>
        </w:rPr>
        <w:t xml:space="preserve"> tingimused</w:t>
      </w:r>
    </w:p>
    <w:p w14:paraId="79D14434" w14:textId="77777777" w:rsidR="00C812CE" w:rsidRDefault="003F665F" w:rsidP="00A04D3E">
      <w:pPr>
        <w:jc w:val="both"/>
      </w:pPr>
      <w:r>
        <w:t xml:space="preserve">2.1. </w:t>
      </w:r>
      <w:r w:rsidR="00C812CE">
        <w:t>Kokkulepe on sõlmitud jahiseaduse §</w:t>
      </w:r>
      <w:r w:rsidR="005F3EE5">
        <w:t xml:space="preserve"> </w:t>
      </w:r>
      <w:r w:rsidR="00C812CE">
        <w:t xml:space="preserve">6 </w:t>
      </w:r>
      <w:r w:rsidR="00407947">
        <w:t>p</w:t>
      </w:r>
      <w:r w:rsidR="0049443F">
        <w:t xml:space="preserve"> </w:t>
      </w:r>
      <w:r w:rsidR="00C812CE">
        <w:t xml:space="preserve">2 ja </w:t>
      </w:r>
      <w:r>
        <w:t>§</w:t>
      </w:r>
      <w:r w:rsidR="005F3EE5">
        <w:t xml:space="preserve"> </w:t>
      </w:r>
      <w:r>
        <w:t>14 lg</w:t>
      </w:r>
      <w:r w:rsidR="0049443F">
        <w:t xml:space="preserve"> </w:t>
      </w:r>
      <w:r>
        <w:t xml:space="preserve">5 tähenduses. </w:t>
      </w:r>
    </w:p>
    <w:p w14:paraId="79D14435" w14:textId="1D739D9A" w:rsidR="00E80961" w:rsidRPr="007D0538" w:rsidRDefault="003F665F" w:rsidP="00A04D3E">
      <w:pPr>
        <w:jc w:val="both"/>
      </w:pPr>
      <w:r>
        <w:t xml:space="preserve">2.2. </w:t>
      </w:r>
      <w:r w:rsidRPr="003F665F">
        <w:rPr>
          <w:b/>
        </w:rPr>
        <w:t>Taotleja</w:t>
      </w:r>
      <w:r>
        <w:t xml:space="preserve"> sõlmib peale </w:t>
      </w:r>
      <w:proofErr w:type="spellStart"/>
      <w:r w:rsidR="001A352D">
        <w:t>Jäärumetsa</w:t>
      </w:r>
      <w:proofErr w:type="spellEnd"/>
      <w:r>
        <w:t xml:space="preserve"> jahipiirkonna kasutusõiguse loa saamist </w:t>
      </w:r>
      <w:r w:rsidR="007D0538">
        <w:t xml:space="preserve">ühe kuu jooksul </w:t>
      </w:r>
      <w:r>
        <w:t xml:space="preserve">RMK-ga riigimaa jahindusliku kasutamise lepingu tüüptingimustel </w:t>
      </w:r>
      <w:r w:rsidR="007D0538">
        <w:t>jahiseaduse §6 lg3 tähenduses.</w:t>
      </w:r>
    </w:p>
    <w:p w14:paraId="79D14436" w14:textId="77777777" w:rsidR="00445480" w:rsidRPr="005F45CF" w:rsidRDefault="00445480" w:rsidP="00A04D3E">
      <w:pPr>
        <w:jc w:val="both"/>
        <w:rPr>
          <w:b/>
        </w:rPr>
      </w:pPr>
    </w:p>
    <w:p w14:paraId="79D14437" w14:textId="77777777" w:rsidR="007D0538" w:rsidRDefault="007D0538" w:rsidP="00A04D3E">
      <w:pPr>
        <w:jc w:val="both"/>
        <w:rPr>
          <w:b/>
        </w:rPr>
      </w:pPr>
      <w:r>
        <w:rPr>
          <w:b/>
        </w:rPr>
        <w:t>3</w:t>
      </w:r>
      <w:r w:rsidR="00B43F72" w:rsidRPr="005F45CF">
        <w:rPr>
          <w:b/>
        </w:rPr>
        <w:t>. Kokkuleppe kehtivus</w:t>
      </w:r>
    </w:p>
    <w:p w14:paraId="79D14438" w14:textId="08351A28" w:rsidR="007D0538" w:rsidRDefault="007D0538" w:rsidP="00A04D3E">
      <w:pPr>
        <w:jc w:val="both"/>
      </w:pPr>
      <w:r w:rsidRPr="007D0538">
        <w:t>3.1. Kokkulepe kehtib</w:t>
      </w:r>
      <w:r>
        <w:t xml:space="preserve"> selle allkirjutamise hetkest ja lõpeb ühe kuu möödumisel Keskkonnaameti poolt </w:t>
      </w:r>
      <w:r w:rsidR="0049443F">
        <w:t xml:space="preserve">Taotlejale või muule isikule </w:t>
      </w:r>
      <w:proofErr w:type="spellStart"/>
      <w:r w:rsidR="00247892">
        <w:t>Jäärumetsa</w:t>
      </w:r>
      <w:proofErr w:type="spellEnd"/>
      <w:r w:rsidR="0095027A">
        <w:t xml:space="preserve"> </w:t>
      </w:r>
      <w:r>
        <w:t>jahipiirkonna kasutusõiguse loa väljastamisest</w:t>
      </w:r>
      <w:r w:rsidR="00B12298">
        <w:t xml:space="preserve"> arvates</w:t>
      </w:r>
      <w:r>
        <w:t>.</w:t>
      </w:r>
    </w:p>
    <w:p w14:paraId="79D14439" w14:textId="269DB0C0" w:rsidR="007D0538" w:rsidRDefault="007D0538" w:rsidP="00A04D3E">
      <w:pPr>
        <w:jc w:val="both"/>
      </w:pPr>
      <w:r>
        <w:t xml:space="preserve">3.2. Kokkuleppe lõpetab enne </w:t>
      </w:r>
      <w:r w:rsidR="0049443F">
        <w:t xml:space="preserve">punktis 3.1 nimetatud </w:t>
      </w:r>
      <w:r>
        <w:t>tähtaega RMK</w:t>
      </w:r>
      <w:r w:rsidR="0049443F">
        <w:t xml:space="preserve"> ja Taotleja vahelise</w:t>
      </w:r>
      <w:r>
        <w:t xml:space="preserve"> </w:t>
      </w:r>
      <w:proofErr w:type="spellStart"/>
      <w:r w:rsidR="006F0ADE">
        <w:t>Jäärumetsa</w:t>
      </w:r>
      <w:proofErr w:type="spellEnd"/>
      <w:r w:rsidR="0095027A">
        <w:t xml:space="preserve"> </w:t>
      </w:r>
      <w:r w:rsidR="006558B7">
        <w:t xml:space="preserve">jahipiirkonnas </w:t>
      </w:r>
      <w:r w:rsidR="000756E2">
        <w:t>riigimaa jahindusliku kasutamise lepingu tüüptingimustel sõlmimine</w:t>
      </w:r>
      <w:r w:rsidR="006558B7">
        <w:t>.</w:t>
      </w:r>
    </w:p>
    <w:p w14:paraId="79D1443A" w14:textId="77777777" w:rsidR="007D0538" w:rsidRPr="007D0538" w:rsidRDefault="007D0538" w:rsidP="00A04D3E">
      <w:pPr>
        <w:jc w:val="both"/>
      </w:pPr>
    </w:p>
    <w:p w14:paraId="79D1443B" w14:textId="77777777" w:rsidR="005F45CF" w:rsidRDefault="004D4434" w:rsidP="00A04D3E">
      <w:pPr>
        <w:jc w:val="both"/>
        <w:rPr>
          <w:b/>
        </w:rPr>
      </w:pPr>
      <w:r>
        <w:rPr>
          <w:b/>
        </w:rPr>
        <w:t>4</w:t>
      </w:r>
      <w:r w:rsidR="005F45CF" w:rsidRPr="005F45CF">
        <w:rPr>
          <w:b/>
        </w:rPr>
        <w:t>. Lõppsätted</w:t>
      </w:r>
    </w:p>
    <w:p w14:paraId="79D1443C" w14:textId="30D83757" w:rsidR="00755CDD" w:rsidRDefault="00F14A2E" w:rsidP="00A04D3E">
      <w:pPr>
        <w:jc w:val="both"/>
      </w:pPr>
      <w:r>
        <w:t>Kokkulepe</w:t>
      </w:r>
      <w:r w:rsidR="00755CDD">
        <w:t xml:space="preserve"> on </w:t>
      </w:r>
      <w:r w:rsidR="003F5856">
        <w:t>allkirjastatuddigitaalselt.</w:t>
      </w:r>
    </w:p>
    <w:p w14:paraId="79D1443D" w14:textId="77777777" w:rsidR="00EA05D5" w:rsidRDefault="00EA05D5" w:rsidP="00A04D3E">
      <w:pPr>
        <w:jc w:val="both"/>
      </w:pPr>
    </w:p>
    <w:p w14:paraId="79D1443E" w14:textId="77777777" w:rsidR="006558B7" w:rsidRDefault="00A04D3E" w:rsidP="00A04D3E">
      <w:pPr>
        <w:jc w:val="both"/>
        <w:rPr>
          <w:b/>
        </w:rPr>
      </w:pPr>
      <w:r w:rsidRPr="00A04D3E">
        <w:rPr>
          <w:b/>
        </w:rPr>
        <w:t>Poolte andmed ja allkirjad:</w:t>
      </w:r>
    </w:p>
    <w:p w14:paraId="79D1443F" w14:textId="77777777" w:rsidR="00A04D3E" w:rsidRPr="00A04D3E" w:rsidRDefault="00A04D3E" w:rsidP="00A04D3E">
      <w:pPr>
        <w:jc w:val="both"/>
        <w:rPr>
          <w:b/>
        </w:rPr>
      </w:pPr>
      <w:r w:rsidRPr="00A04D3E">
        <w:rPr>
          <w:b/>
        </w:rPr>
        <w:t>RMK</w:t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Pr="00A04D3E">
        <w:rPr>
          <w:b/>
        </w:rPr>
        <w:tab/>
      </w:r>
      <w:r w:rsidR="0095027A">
        <w:rPr>
          <w:b/>
        </w:rPr>
        <w:tab/>
      </w:r>
      <w:r w:rsidR="004D4434">
        <w:rPr>
          <w:b/>
        </w:rPr>
        <w:t>Taotleja</w:t>
      </w:r>
    </w:p>
    <w:p w14:paraId="79D14440" w14:textId="194FDB78" w:rsidR="00A04D3E" w:rsidRDefault="00A04D3E" w:rsidP="00A04D3E">
      <w:pPr>
        <w:jc w:val="both"/>
      </w:pPr>
      <w:r>
        <w:t>Riigimetsa Majandamise Keskus</w:t>
      </w:r>
      <w:r>
        <w:tab/>
      </w:r>
      <w:r>
        <w:tab/>
      </w:r>
      <w:r w:rsidR="0095027A">
        <w:tab/>
      </w:r>
      <w:r w:rsidR="00931C39">
        <w:t xml:space="preserve">MTÜ </w:t>
      </w:r>
      <w:proofErr w:type="spellStart"/>
      <w:r w:rsidR="00931C39">
        <w:t>Jäärumetsa</w:t>
      </w:r>
      <w:proofErr w:type="spellEnd"/>
      <w:r w:rsidR="00931C39">
        <w:t xml:space="preserve"> Jahiselts</w:t>
      </w:r>
      <w:r>
        <w:t xml:space="preserve"> </w:t>
      </w:r>
    </w:p>
    <w:p w14:paraId="79D14441" w14:textId="0135FDC6" w:rsidR="00A04D3E" w:rsidRDefault="00341F56" w:rsidP="00A04D3E">
      <w:pPr>
        <w:jc w:val="both"/>
      </w:pPr>
      <w:r>
        <w:t>Registrikood 70004459</w:t>
      </w:r>
      <w:r w:rsidR="00A04D3E">
        <w:tab/>
      </w:r>
      <w:r w:rsidR="00A04D3E">
        <w:tab/>
      </w:r>
      <w:r w:rsidR="00A04D3E">
        <w:tab/>
      </w:r>
      <w:r w:rsidR="0095027A">
        <w:tab/>
      </w:r>
      <w:r w:rsidR="000F5BAB">
        <w:t>Registrikood 80373666</w:t>
      </w:r>
      <w:r w:rsidR="00A04D3E">
        <w:t xml:space="preserve"> </w:t>
      </w:r>
    </w:p>
    <w:p w14:paraId="79D14442" w14:textId="659B0617" w:rsidR="00A04D3E" w:rsidRDefault="004373DC" w:rsidP="00A04D3E">
      <w:pPr>
        <w:jc w:val="both"/>
      </w:pPr>
      <w:r>
        <w:t>Mõisa 3,Sagadi</w:t>
      </w:r>
      <w:r w:rsidR="00A04D3E">
        <w:tab/>
      </w:r>
      <w:r w:rsidR="00A04D3E">
        <w:tab/>
      </w:r>
      <w:r w:rsidR="00A04D3E">
        <w:tab/>
      </w:r>
      <w:r w:rsidR="0095027A">
        <w:tab/>
      </w:r>
      <w:r w:rsidR="000F5BAB">
        <w:t xml:space="preserve">            </w:t>
      </w:r>
      <w:r w:rsidR="00744185">
        <w:t xml:space="preserve">Männiku </w:t>
      </w:r>
      <w:proofErr w:type="spellStart"/>
      <w:r w:rsidR="00744185">
        <w:t>Tõlli</w:t>
      </w:r>
      <w:proofErr w:type="spellEnd"/>
      <w:r w:rsidR="00744185">
        <w:t xml:space="preserve"> küla</w:t>
      </w:r>
      <w:r w:rsidR="00A04D3E">
        <w:t xml:space="preserve"> </w:t>
      </w:r>
    </w:p>
    <w:p w14:paraId="79D14443" w14:textId="4A15CEE5" w:rsidR="00A04D3E" w:rsidRDefault="00EC06C7" w:rsidP="00A04D3E">
      <w:pPr>
        <w:jc w:val="both"/>
      </w:pPr>
      <w:r>
        <w:t xml:space="preserve">Haljala vald, Lääne </w:t>
      </w:r>
      <w:r w:rsidR="0095027A">
        <w:t xml:space="preserve">-Virumaa </w:t>
      </w:r>
      <w:r w:rsidR="00833C43">
        <w:tab/>
      </w:r>
      <w:r w:rsidR="004D4434">
        <w:tab/>
      </w:r>
      <w:r w:rsidR="0095027A">
        <w:tab/>
      </w:r>
      <w:r w:rsidR="00D81EED">
        <w:t>Pärnu linn</w:t>
      </w:r>
      <w:r w:rsidR="00641510">
        <w:t xml:space="preserve"> 88119</w:t>
      </w:r>
      <w:r w:rsidR="0095027A">
        <w:t xml:space="preserve"> </w:t>
      </w:r>
    </w:p>
    <w:p w14:paraId="79D14444" w14:textId="5259FF63" w:rsidR="0095027A" w:rsidRDefault="008162E8" w:rsidP="00A04D3E">
      <w:pPr>
        <w:jc w:val="both"/>
      </w:pPr>
      <w:r>
        <w:t>Tel 676 7500</w:t>
      </w:r>
      <w:r w:rsidR="0095027A">
        <w:t xml:space="preserve"> </w:t>
      </w:r>
      <w:r w:rsidR="0005668B">
        <w:tab/>
      </w:r>
      <w:r w:rsidR="0005668B">
        <w:tab/>
      </w:r>
      <w:r w:rsidR="00E95BD2">
        <w:t xml:space="preserve">                                            </w:t>
      </w:r>
      <w:r w:rsidR="00641510">
        <w:t xml:space="preserve">    </w:t>
      </w:r>
      <w:r w:rsidR="00181BC4">
        <w:t>Tel 5136593</w:t>
      </w:r>
    </w:p>
    <w:p w14:paraId="011FB4FC" w14:textId="5E443AB2" w:rsidR="00E95BD2" w:rsidRDefault="00B12298" w:rsidP="00A04D3E">
      <w:pPr>
        <w:jc w:val="both"/>
      </w:pPr>
      <w:r>
        <w:t xml:space="preserve">e-post </w:t>
      </w:r>
      <w:hyperlink r:id="rId7" w:history="1">
        <w:r w:rsidR="00E95BD2" w:rsidRPr="00031222">
          <w:rPr>
            <w:rStyle w:val="Hperlink"/>
          </w:rPr>
          <w:t>rmk@rmk.ee</w:t>
        </w:r>
      </w:hyperlink>
      <w:r w:rsidR="00181BC4">
        <w:t xml:space="preserve">                                                     </w:t>
      </w:r>
      <w:r w:rsidR="000B145F">
        <w:t>e-post airekkolju@gmail.com</w:t>
      </w:r>
    </w:p>
    <w:p w14:paraId="79D14445" w14:textId="3A9ECF01" w:rsidR="00A04D3E" w:rsidRDefault="0005668B" w:rsidP="00A04D3E">
      <w:pPr>
        <w:jc w:val="both"/>
      </w:pPr>
      <w:r>
        <w:tab/>
      </w:r>
      <w:r w:rsidR="006953B8">
        <w:t xml:space="preserve">                                                                  </w:t>
      </w:r>
    </w:p>
    <w:p w14:paraId="79D14446" w14:textId="77777777" w:rsidR="00445480" w:rsidRDefault="00445480" w:rsidP="00A04D3E">
      <w:pPr>
        <w:jc w:val="both"/>
      </w:pPr>
    </w:p>
    <w:p w14:paraId="79D14447" w14:textId="20A935AE" w:rsidR="00A04D3E" w:rsidRDefault="006953B8" w:rsidP="00A04D3E">
      <w:pPr>
        <w:jc w:val="both"/>
      </w:pPr>
      <w:r>
        <w:t>(allkirjastatud digitaalselt)</w:t>
      </w:r>
      <w:r w:rsidR="00833C43">
        <w:t xml:space="preserve">                </w:t>
      </w:r>
      <w:r w:rsidR="000B145F">
        <w:t xml:space="preserve">                            </w:t>
      </w:r>
      <w:r w:rsidR="00283AF0">
        <w:t>(allkirjastatud digitaalselt)</w:t>
      </w:r>
    </w:p>
    <w:p w14:paraId="79D14448" w14:textId="36A1182B" w:rsidR="00A04D3E" w:rsidRDefault="00986F9D" w:rsidP="00A04D3E">
      <w:pPr>
        <w:jc w:val="both"/>
      </w:pPr>
      <w:r>
        <w:t>Heiki Ärm</w:t>
      </w:r>
      <w:r w:rsidR="004D4434">
        <w:tab/>
      </w:r>
      <w:r w:rsidR="004D4434">
        <w:tab/>
      </w:r>
      <w:r w:rsidR="00993B40">
        <w:tab/>
      </w:r>
      <w:r w:rsidR="00993B40">
        <w:tab/>
      </w:r>
      <w:r w:rsidR="0095027A">
        <w:tab/>
      </w:r>
      <w:r w:rsidR="0005668B">
        <w:tab/>
      </w:r>
      <w:r w:rsidR="006E72D8">
        <w:t xml:space="preserve">    </w:t>
      </w:r>
      <w:proofErr w:type="spellStart"/>
      <w:r w:rsidR="006E72D8">
        <w:t>Airek</w:t>
      </w:r>
      <w:proofErr w:type="spellEnd"/>
      <w:r w:rsidR="006E72D8">
        <w:t xml:space="preserve"> Kolju</w:t>
      </w:r>
      <w:r w:rsidR="0005668B">
        <w:tab/>
      </w:r>
    </w:p>
    <w:p w14:paraId="79D14449" w14:textId="4EC200E7" w:rsidR="006558B7" w:rsidRDefault="006558B7" w:rsidP="006558B7">
      <w:pPr>
        <w:rPr>
          <w:i/>
        </w:rPr>
      </w:pPr>
    </w:p>
    <w:p w14:paraId="79D1444A" w14:textId="77777777" w:rsidR="006558B7" w:rsidRDefault="006558B7" w:rsidP="006558B7">
      <w:pPr>
        <w:rPr>
          <w:i/>
        </w:rPr>
      </w:pPr>
    </w:p>
    <w:p w14:paraId="79D1444B" w14:textId="77777777" w:rsidR="00755C81" w:rsidRDefault="004D4434" w:rsidP="006558B7">
      <w:pPr>
        <w:jc w:val="right"/>
        <w:rPr>
          <w:i/>
        </w:rPr>
      </w:pPr>
      <w:r>
        <w:rPr>
          <w:i/>
        </w:rPr>
        <w:t>Lisa 1</w:t>
      </w:r>
    </w:p>
    <w:p w14:paraId="79D1444C" w14:textId="77777777" w:rsidR="004D4434" w:rsidRDefault="0005668B" w:rsidP="004D4434">
      <w:pPr>
        <w:jc w:val="center"/>
      </w:pPr>
      <w:r>
        <w:t>Anguse</w:t>
      </w:r>
      <w:r w:rsidRPr="004D4434">
        <w:t xml:space="preserve"> </w:t>
      </w:r>
      <w:r w:rsidR="004D4434" w:rsidRPr="004D4434">
        <w:t>jahipiirkonnas asuvate RMK katastriüksuste nimekiri</w:t>
      </w:r>
    </w:p>
    <w:p w14:paraId="79D1444D" w14:textId="77777777" w:rsidR="00751F59" w:rsidRDefault="00751F59" w:rsidP="00A04D3E">
      <w:pPr>
        <w:jc w:val="both"/>
      </w:pPr>
    </w:p>
    <w:tbl>
      <w:tblPr>
        <w:tblW w:w="68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398"/>
        <w:gridCol w:w="1203"/>
        <w:gridCol w:w="1860"/>
      </w:tblGrid>
      <w:tr w:rsidR="00930885" w14:paraId="79D14452" w14:textId="77777777" w:rsidTr="00930885">
        <w:trPr>
          <w:trHeight w:val="48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4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Katastri number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4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Katastri nimi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445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Katastri pindala (ha)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445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Jahimaa pindala katastriüksusest (ha)</w:t>
            </w:r>
          </w:p>
        </w:tc>
      </w:tr>
      <w:tr w:rsidR="00930885" w14:paraId="79D14457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70201:003:0033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Kaevametsa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4,16 </w:t>
            </w:r>
          </w:p>
        </w:tc>
      </w:tr>
      <w:tr w:rsidR="00930885" w14:paraId="79D1445C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90005:002:0151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Käokella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21,05 </w:t>
            </w:r>
          </w:p>
        </w:tc>
      </w:tr>
      <w:tr w:rsidR="00930885" w14:paraId="79D14461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70201:003:0030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Lagedimetsa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5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4,64 </w:t>
            </w:r>
          </w:p>
        </w:tc>
      </w:tr>
      <w:tr w:rsidR="00930885" w14:paraId="79D14466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70201:001:0383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Loobu metskond 273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27,44 </w:t>
            </w:r>
          </w:p>
        </w:tc>
      </w:tr>
      <w:tr w:rsidR="00930885" w14:paraId="79D1446B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Maidla metskond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103.05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21,54 </w:t>
            </w:r>
          </w:p>
        </w:tc>
      </w:tr>
      <w:tr w:rsidR="00930885" w14:paraId="79D14470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44901:001:0570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Maidla metskond 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3675.3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6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1 339,99 </w:t>
            </w:r>
          </w:p>
        </w:tc>
      </w:tr>
      <w:tr w:rsidR="00930885" w14:paraId="79D14475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70201:003:0046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Põlula metskond 109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2,64 </w:t>
            </w:r>
          </w:p>
        </w:tc>
      </w:tr>
      <w:tr w:rsidR="00930885" w14:paraId="79D1447A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70201:001:0376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Põlula metskond 176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6,23 </w:t>
            </w:r>
          </w:p>
        </w:tc>
      </w:tr>
      <w:tr w:rsidR="00930885" w14:paraId="79D1447F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70201:001:0379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Põlula metskond 181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8.620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7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0,55 </w:t>
            </w:r>
          </w:p>
        </w:tc>
      </w:tr>
      <w:tr w:rsidR="00930885" w14:paraId="79D14484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70201:003:0292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Põlula metskond 46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1949.53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939,55 </w:t>
            </w:r>
          </w:p>
        </w:tc>
      </w:tr>
      <w:tr w:rsidR="00930885" w14:paraId="79D14489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Sirtsi looduskaitseala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3,11 </w:t>
            </w:r>
          </w:p>
        </w:tc>
      </w:tr>
      <w:tr w:rsidR="00930885" w14:paraId="79D1448E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70201:001:0377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Sirtsi looduskaitseala 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11,91 </w:t>
            </w:r>
          </w:p>
        </w:tc>
      </w:tr>
      <w:tr w:rsidR="00930885" w14:paraId="79D14493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8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75101:007:0160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5007.6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3 018,96 </w:t>
            </w:r>
          </w:p>
        </w:tc>
      </w:tr>
      <w:tr w:rsidR="00930885" w14:paraId="79D14498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75101:007:0170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667.3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668,18 </w:t>
            </w:r>
          </w:p>
        </w:tc>
      </w:tr>
      <w:tr w:rsidR="00930885" w14:paraId="79D1449D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70201:001:1070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3,00 </w:t>
            </w:r>
          </w:p>
        </w:tc>
      </w:tr>
      <w:tr w:rsidR="00930885" w14:paraId="79D144A2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44901:001:0610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9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565.1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561,50 </w:t>
            </w:r>
          </w:p>
        </w:tc>
      </w:tr>
      <w:tr w:rsidR="00930885" w14:paraId="79D144A7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70201:003:0400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432.6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235,89 </w:t>
            </w:r>
          </w:p>
        </w:tc>
      </w:tr>
      <w:tr w:rsidR="00930885" w14:paraId="79D144AC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44901:001:0620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987.6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904,45 </w:t>
            </w:r>
          </w:p>
        </w:tc>
      </w:tr>
      <w:tr w:rsidR="00930885" w14:paraId="79D144B1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75101:002:0200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A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484.4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0,42 </w:t>
            </w:r>
          </w:p>
        </w:tc>
      </w:tr>
      <w:tr w:rsidR="00930885" w14:paraId="79D144B6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75101:007:0078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3,39 </w:t>
            </w:r>
          </w:p>
        </w:tc>
      </w:tr>
      <w:tr w:rsidR="00930885" w14:paraId="79D144BB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75101:007:0079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4,22 </w:t>
            </w:r>
          </w:p>
        </w:tc>
      </w:tr>
      <w:tr w:rsidR="00930885" w14:paraId="79D144C0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B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28,74 </w:t>
            </w:r>
          </w:p>
        </w:tc>
      </w:tr>
      <w:tr w:rsidR="00930885" w14:paraId="79D144C5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7.640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7,61 </w:t>
            </w:r>
          </w:p>
        </w:tc>
      </w:tr>
      <w:tr w:rsidR="00930885" w14:paraId="79D144CA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6.47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6,43 </w:t>
            </w:r>
          </w:p>
        </w:tc>
      </w:tr>
      <w:tr w:rsidR="00930885" w14:paraId="79D144CF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C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8,45 </w:t>
            </w:r>
          </w:p>
        </w:tc>
      </w:tr>
      <w:tr w:rsidR="00930885" w14:paraId="79D144D4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12,58 </w:t>
            </w:r>
          </w:p>
        </w:tc>
      </w:tr>
      <w:tr w:rsidR="00930885" w14:paraId="79D144D9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4.72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4,69 </w:t>
            </w:r>
          </w:p>
        </w:tc>
      </w:tr>
      <w:tr w:rsidR="00930885" w14:paraId="79D144DE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14,47 </w:t>
            </w:r>
          </w:p>
        </w:tc>
      </w:tr>
      <w:tr w:rsidR="00930885" w14:paraId="79D144E3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D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75101:007:0085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41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4,84 </w:t>
            </w:r>
          </w:p>
        </w:tc>
      </w:tr>
      <w:tr w:rsidR="00930885" w14:paraId="79D144E8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75101:007:0092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49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7,88 </w:t>
            </w:r>
          </w:p>
        </w:tc>
      </w:tr>
      <w:tr w:rsidR="00930885" w14:paraId="79D144ED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75101:007:0093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1,32 </w:t>
            </w:r>
          </w:p>
        </w:tc>
      </w:tr>
      <w:tr w:rsidR="00930885" w14:paraId="79D144F2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75101:007:0094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E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1,43 </w:t>
            </w:r>
          </w:p>
        </w:tc>
      </w:tr>
      <w:tr w:rsidR="00930885" w14:paraId="79D144F7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75101:007:0095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0,67 </w:t>
            </w:r>
          </w:p>
        </w:tc>
      </w:tr>
      <w:tr w:rsidR="00930885" w14:paraId="79D144FC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0,12 </w:t>
            </w:r>
          </w:p>
        </w:tc>
      </w:tr>
      <w:tr w:rsidR="00930885" w14:paraId="79D14501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4F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11,88 </w:t>
            </w:r>
          </w:p>
        </w:tc>
      </w:tr>
      <w:tr w:rsidR="00930885" w14:paraId="79D14506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1,66 </w:t>
            </w:r>
          </w:p>
        </w:tc>
      </w:tr>
      <w:tr w:rsidR="00930885" w14:paraId="79D1450B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7,27 </w:t>
            </w:r>
          </w:p>
        </w:tc>
      </w:tr>
      <w:tr w:rsidR="00930885" w14:paraId="79D14510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62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0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0,54 </w:t>
            </w:r>
          </w:p>
        </w:tc>
      </w:tr>
      <w:tr w:rsidR="00930885" w14:paraId="79D14515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44901:001:0333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Sonda metskond 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46,04 </w:t>
            </w:r>
          </w:p>
        </w:tc>
      </w:tr>
      <w:tr w:rsidR="00930885" w14:paraId="79D1451A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90005:001:0100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7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273.9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9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88,77 </w:t>
            </w:r>
          </w:p>
        </w:tc>
      </w:tr>
      <w:tr w:rsidR="00930885" w14:paraId="79D1451F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90005:002:0003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C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1E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14,72 </w:t>
            </w:r>
          </w:p>
        </w:tc>
      </w:tr>
      <w:tr w:rsidR="00930885" w14:paraId="79D14524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90005:002:0005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1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3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12,83 </w:t>
            </w:r>
          </w:p>
        </w:tc>
      </w:tr>
      <w:tr w:rsidR="00930885" w14:paraId="79D14529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90005:001:0080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6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2.252e+003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8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2 239,78 </w:t>
            </w:r>
          </w:p>
        </w:tc>
      </w:tr>
      <w:tr w:rsidR="00930885" w14:paraId="79D1452E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90005:002:0004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B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31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D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4,60 </w:t>
            </w:r>
          </w:p>
        </w:tc>
      </w:tr>
      <w:tr w:rsidR="00930885" w14:paraId="79D14533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2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90005:001:0019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0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2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4,19 </w:t>
            </w:r>
          </w:p>
        </w:tc>
      </w:tr>
      <w:tr w:rsidR="00930885" w14:paraId="79D14538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90001:001:0287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5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58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7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41,43 </w:t>
            </w:r>
          </w:p>
        </w:tc>
      </w:tr>
      <w:tr w:rsidR="00930885" w14:paraId="79D1453D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90001:001:0288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A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C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12,16 </w:t>
            </w:r>
          </w:p>
        </w:tc>
      </w:tr>
      <w:tr w:rsidR="00930885" w14:paraId="79D14542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90001:001:0278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3F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67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53.41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1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53,13 </w:t>
            </w:r>
          </w:p>
        </w:tc>
      </w:tr>
      <w:tr w:rsidR="00930885" w14:paraId="79D14547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90001:001:0279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4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6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27,08 </w:t>
            </w:r>
          </w:p>
        </w:tc>
      </w:tr>
      <w:tr w:rsidR="00930885" w14:paraId="79D1454C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8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90005:002:0540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9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A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1.136e+003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B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470,43 </w:t>
            </w:r>
          </w:p>
        </w:tc>
      </w:tr>
      <w:tr w:rsidR="00930885" w14:paraId="79D14551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D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90001:001:0275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E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77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4F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50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11,84 </w:t>
            </w:r>
          </w:p>
        </w:tc>
      </w:tr>
      <w:tr w:rsidR="00930885" w14:paraId="79D14556" w14:textId="77777777" w:rsidTr="00930885">
        <w:trPr>
          <w:trHeight w:val="252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52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90001:001:0416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53" w14:textId="77777777" w:rsidR="00930885" w:rsidRDefault="009308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Tudu metskond 81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54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4555" w14:textId="77777777" w:rsidR="00930885" w:rsidRDefault="009308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13,84 </w:t>
            </w:r>
          </w:p>
        </w:tc>
      </w:tr>
    </w:tbl>
    <w:p w14:paraId="79D14557" w14:textId="77777777" w:rsidR="0005668B" w:rsidRDefault="0005668B" w:rsidP="00A04D3E">
      <w:pPr>
        <w:jc w:val="both"/>
      </w:pPr>
    </w:p>
    <w:sectPr w:rsidR="0005668B" w:rsidSect="001A1956">
      <w:headerReference w:type="even" r:id="rId8"/>
      <w:headerReference w:type="default" r:id="rId9"/>
      <w:type w:val="continuous"/>
      <w:pgSz w:w="11906" w:h="16838"/>
      <w:pgMar w:top="1440" w:right="1800" w:bottom="1440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455A" w14:textId="77777777" w:rsidR="00755F02" w:rsidRDefault="00755F02">
      <w:r>
        <w:separator/>
      </w:r>
    </w:p>
  </w:endnote>
  <w:endnote w:type="continuationSeparator" w:id="0">
    <w:p w14:paraId="79D1455B" w14:textId="77777777" w:rsidR="00755F02" w:rsidRDefault="0075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14558" w14:textId="77777777" w:rsidR="00755F02" w:rsidRDefault="00755F02">
      <w:r>
        <w:separator/>
      </w:r>
    </w:p>
  </w:footnote>
  <w:footnote w:type="continuationSeparator" w:id="0">
    <w:p w14:paraId="79D14559" w14:textId="77777777" w:rsidR="00755F02" w:rsidRDefault="0075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455C" w14:textId="77777777" w:rsidR="008206C4" w:rsidRDefault="008206C4" w:rsidP="00C7299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9D1455D" w14:textId="77777777" w:rsidR="008206C4" w:rsidRDefault="008206C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1455E" w14:textId="77777777" w:rsidR="008206C4" w:rsidRDefault="008206C4" w:rsidP="00C72995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5C0606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79D1455F" w14:textId="77777777" w:rsidR="008206C4" w:rsidRPr="001A1956" w:rsidRDefault="008206C4" w:rsidP="00341F56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513F"/>
    <w:multiLevelType w:val="multilevel"/>
    <w:tmpl w:val="5C7EA6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1F721989"/>
    <w:multiLevelType w:val="hybridMultilevel"/>
    <w:tmpl w:val="B4025A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254"/>
    <w:multiLevelType w:val="multilevel"/>
    <w:tmpl w:val="8DA0CEE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96B1C9B"/>
    <w:multiLevelType w:val="multilevel"/>
    <w:tmpl w:val="5AD890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E344245"/>
    <w:multiLevelType w:val="multilevel"/>
    <w:tmpl w:val="2A7E7A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3591D65"/>
    <w:multiLevelType w:val="multilevel"/>
    <w:tmpl w:val="C72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A08054F"/>
    <w:multiLevelType w:val="multilevel"/>
    <w:tmpl w:val="A3B293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FE75222"/>
    <w:multiLevelType w:val="multilevel"/>
    <w:tmpl w:val="609A672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8976F9B"/>
    <w:multiLevelType w:val="hybridMultilevel"/>
    <w:tmpl w:val="CBE0C5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52E9"/>
    <w:multiLevelType w:val="hybridMultilevel"/>
    <w:tmpl w:val="FCECB4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1C97"/>
    <w:multiLevelType w:val="multilevel"/>
    <w:tmpl w:val="EAF68E6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66227F4E"/>
    <w:multiLevelType w:val="multilevel"/>
    <w:tmpl w:val="5C36EB7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num w:numId="1" w16cid:durableId="1959943401">
    <w:abstractNumId w:val="5"/>
  </w:num>
  <w:num w:numId="2" w16cid:durableId="2102724793">
    <w:abstractNumId w:val="6"/>
  </w:num>
  <w:num w:numId="3" w16cid:durableId="862207393">
    <w:abstractNumId w:val="12"/>
  </w:num>
  <w:num w:numId="4" w16cid:durableId="1613243938">
    <w:abstractNumId w:val="4"/>
  </w:num>
  <w:num w:numId="5" w16cid:durableId="536548283">
    <w:abstractNumId w:val="0"/>
  </w:num>
  <w:num w:numId="6" w16cid:durableId="1930580803">
    <w:abstractNumId w:val="3"/>
  </w:num>
  <w:num w:numId="7" w16cid:durableId="1590625381">
    <w:abstractNumId w:val="11"/>
  </w:num>
  <w:num w:numId="8" w16cid:durableId="1461923274">
    <w:abstractNumId w:val="8"/>
  </w:num>
  <w:num w:numId="9" w16cid:durableId="1652053004">
    <w:abstractNumId w:val="7"/>
  </w:num>
  <w:num w:numId="10" w16cid:durableId="145586832">
    <w:abstractNumId w:val="2"/>
  </w:num>
  <w:num w:numId="11" w16cid:durableId="1380473154">
    <w:abstractNumId w:val="9"/>
  </w:num>
  <w:num w:numId="12" w16cid:durableId="1865440548">
    <w:abstractNumId w:val="10"/>
  </w:num>
  <w:num w:numId="13" w16cid:durableId="1789084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E6C"/>
    <w:rsid w:val="00043AC0"/>
    <w:rsid w:val="00045D58"/>
    <w:rsid w:val="0005668B"/>
    <w:rsid w:val="0006678D"/>
    <w:rsid w:val="00075399"/>
    <w:rsid w:val="000756E2"/>
    <w:rsid w:val="000A04D8"/>
    <w:rsid w:val="000B145F"/>
    <w:rsid w:val="000C6F93"/>
    <w:rsid w:val="000E601A"/>
    <w:rsid w:val="000F5BAB"/>
    <w:rsid w:val="0010234A"/>
    <w:rsid w:val="001278EA"/>
    <w:rsid w:val="00127AEC"/>
    <w:rsid w:val="00160B16"/>
    <w:rsid w:val="00181182"/>
    <w:rsid w:val="00181BC4"/>
    <w:rsid w:val="001A1956"/>
    <w:rsid w:val="001A352D"/>
    <w:rsid w:val="001A6CD9"/>
    <w:rsid w:val="001B5760"/>
    <w:rsid w:val="001D46A2"/>
    <w:rsid w:val="00233BD8"/>
    <w:rsid w:val="00235FFA"/>
    <w:rsid w:val="00246061"/>
    <w:rsid w:val="00246824"/>
    <w:rsid w:val="00247892"/>
    <w:rsid w:val="00264916"/>
    <w:rsid w:val="00272183"/>
    <w:rsid w:val="00283AF0"/>
    <w:rsid w:val="00295AC8"/>
    <w:rsid w:val="002D3743"/>
    <w:rsid w:val="00303F0D"/>
    <w:rsid w:val="00341F56"/>
    <w:rsid w:val="00350AB6"/>
    <w:rsid w:val="00356AEF"/>
    <w:rsid w:val="00356C22"/>
    <w:rsid w:val="00360CBA"/>
    <w:rsid w:val="00361B6F"/>
    <w:rsid w:val="003675C7"/>
    <w:rsid w:val="003816DD"/>
    <w:rsid w:val="003957F2"/>
    <w:rsid w:val="003B6551"/>
    <w:rsid w:val="003F172E"/>
    <w:rsid w:val="003F5856"/>
    <w:rsid w:val="003F665F"/>
    <w:rsid w:val="00407947"/>
    <w:rsid w:val="004364B5"/>
    <w:rsid w:val="004373DC"/>
    <w:rsid w:val="00437A37"/>
    <w:rsid w:val="00445480"/>
    <w:rsid w:val="00473D12"/>
    <w:rsid w:val="0049443F"/>
    <w:rsid w:val="004C3FD4"/>
    <w:rsid w:val="004D0F1D"/>
    <w:rsid w:val="004D4434"/>
    <w:rsid w:val="004F0C0B"/>
    <w:rsid w:val="00516D10"/>
    <w:rsid w:val="00517EA8"/>
    <w:rsid w:val="00531945"/>
    <w:rsid w:val="0054783B"/>
    <w:rsid w:val="00570323"/>
    <w:rsid w:val="005C0606"/>
    <w:rsid w:val="005F3EE5"/>
    <w:rsid w:val="005F45CF"/>
    <w:rsid w:val="00613476"/>
    <w:rsid w:val="0064108B"/>
    <w:rsid w:val="00641510"/>
    <w:rsid w:val="006558B7"/>
    <w:rsid w:val="00670595"/>
    <w:rsid w:val="006808C3"/>
    <w:rsid w:val="006953B8"/>
    <w:rsid w:val="00697566"/>
    <w:rsid w:val="006C262D"/>
    <w:rsid w:val="006E0908"/>
    <w:rsid w:val="006E72D8"/>
    <w:rsid w:val="006F0ADE"/>
    <w:rsid w:val="006F6F89"/>
    <w:rsid w:val="00712ACC"/>
    <w:rsid w:val="00727F1E"/>
    <w:rsid w:val="00731FCA"/>
    <w:rsid w:val="00734E26"/>
    <w:rsid w:val="00744185"/>
    <w:rsid w:val="00745B94"/>
    <w:rsid w:val="00751F59"/>
    <w:rsid w:val="00753F67"/>
    <w:rsid w:val="00755C81"/>
    <w:rsid w:val="00755CDD"/>
    <w:rsid w:val="00755F02"/>
    <w:rsid w:val="00780B38"/>
    <w:rsid w:val="007951C6"/>
    <w:rsid w:val="007A3844"/>
    <w:rsid w:val="007C552B"/>
    <w:rsid w:val="007D0538"/>
    <w:rsid w:val="008162E8"/>
    <w:rsid w:val="008206C4"/>
    <w:rsid w:val="008221EE"/>
    <w:rsid w:val="00833C43"/>
    <w:rsid w:val="00850B1F"/>
    <w:rsid w:val="00854F5C"/>
    <w:rsid w:val="00857ED6"/>
    <w:rsid w:val="00860BD2"/>
    <w:rsid w:val="008A2222"/>
    <w:rsid w:val="008C7D51"/>
    <w:rsid w:val="008D1A8E"/>
    <w:rsid w:val="008E3700"/>
    <w:rsid w:val="008F2A98"/>
    <w:rsid w:val="008F5C2A"/>
    <w:rsid w:val="0090293C"/>
    <w:rsid w:val="00907D20"/>
    <w:rsid w:val="00917678"/>
    <w:rsid w:val="00917D0A"/>
    <w:rsid w:val="00924BD4"/>
    <w:rsid w:val="00930885"/>
    <w:rsid w:val="00931C39"/>
    <w:rsid w:val="00937542"/>
    <w:rsid w:val="0095027A"/>
    <w:rsid w:val="00982E6C"/>
    <w:rsid w:val="00985EAC"/>
    <w:rsid w:val="00986F9D"/>
    <w:rsid w:val="00993B40"/>
    <w:rsid w:val="00994299"/>
    <w:rsid w:val="009A08ED"/>
    <w:rsid w:val="009A5D26"/>
    <w:rsid w:val="009C0632"/>
    <w:rsid w:val="009F61EE"/>
    <w:rsid w:val="00A04D3E"/>
    <w:rsid w:val="00A50E55"/>
    <w:rsid w:val="00A6194F"/>
    <w:rsid w:val="00A621ED"/>
    <w:rsid w:val="00A926FE"/>
    <w:rsid w:val="00A9610C"/>
    <w:rsid w:val="00AA1E7E"/>
    <w:rsid w:val="00AC64D3"/>
    <w:rsid w:val="00B12298"/>
    <w:rsid w:val="00B129AA"/>
    <w:rsid w:val="00B319BD"/>
    <w:rsid w:val="00B43F72"/>
    <w:rsid w:val="00B71BBF"/>
    <w:rsid w:val="00B73846"/>
    <w:rsid w:val="00B77C87"/>
    <w:rsid w:val="00BC0D6A"/>
    <w:rsid w:val="00BD167A"/>
    <w:rsid w:val="00BF04D3"/>
    <w:rsid w:val="00BF47E9"/>
    <w:rsid w:val="00C00E51"/>
    <w:rsid w:val="00C06162"/>
    <w:rsid w:val="00C14991"/>
    <w:rsid w:val="00C20B2C"/>
    <w:rsid w:val="00C43953"/>
    <w:rsid w:val="00C72995"/>
    <w:rsid w:val="00C76D53"/>
    <w:rsid w:val="00C812CE"/>
    <w:rsid w:val="00C971E5"/>
    <w:rsid w:val="00CA032A"/>
    <w:rsid w:val="00CA107E"/>
    <w:rsid w:val="00CA1F65"/>
    <w:rsid w:val="00CB52BF"/>
    <w:rsid w:val="00CB72A3"/>
    <w:rsid w:val="00CC2207"/>
    <w:rsid w:val="00CF5FDA"/>
    <w:rsid w:val="00D02482"/>
    <w:rsid w:val="00D20B57"/>
    <w:rsid w:val="00D41AF0"/>
    <w:rsid w:val="00D732C2"/>
    <w:rsid w:val="00D81EED"/>
    <w:rsid w:val="00D91E95"/>
    <w:rsid w:val="00DA319F"/>
    <w:rsid w:val="00DA41CA"/>
    <w:rsid w:val="00DD0D1E"/>
    <w:rsid w:val="00DF0979"/>
    <w:rsid w:val="00DF32A4"/>
    <w:rsid w:val="00DF6188"/>
    <w:rsid w:val="00E14AAC"/>
    <w:rsid w:val="00E34A09"/>
    <w:rsid w:val="00E61D1A"/>
    <w:rsid w:val="00E63EF5"/>
    <w:rsid w:val="00E80961"/>
    <w:rsid w:val="00E80D50"/>
    <w:rsid w:val="00E95BD2"/>
    <w:rsid w:val="00EA05D5"/>
    <w:rsid w:val="00EC06C7"/>
    <w:rsid w:val="00EC0A99"/>
    <w:rsid w:val="00ED44F2"/>
    <w:rsid w:val="00EF407A"/>
    <w:rsid w:val="00F027C1"/>
    <w:rsid w:val="00F07B17"/>
    <w:rsid w:val="00F13832"/>
    <w:rsid w:val="00F14A2E"/>
    <w:rsid w:val="00F219A7"/>
    <w:rsid w:val="00F247CD"/>
    <w:rsid w:val="00F5725D"/>
    <w:rsid w:val="00F735CE"/>
    <w:rsid w:val="00FA6699"/>
    <w:rsid w:val="00FB41A9"/>
    <w:rsid w:val="00FC59B3"/>
    <w:rsid w:val="00FE35FB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D14427"/>
  <w15:docId w15:val="{F2B51E66-B896-48C8-B9BC-C4A1BF60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55CDD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755CDD"/>
    <w:pPr>
      <w:keepNext/>
      <w:jc w:val="center"/>
      <w:outlineLvl w:val="0"/>
    </w:pPr>
    <w:rPr>
      <w:b/>
      <w:bCs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755CDD"/>
    <w:pPr>
      <w:ind w:left="720"/>
    </w:pPr>
  </w:style>
  <w:style w:type="paragraph" w:styleId="Pis">
    <w:name w:val="header"/>
    <w:basedOn w:val="Normaallaad"/>
    <w:rsid w:val="00A04D3E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A04D3E"/>
  </w:style>
  <w:style w:type="paragraph" w:styleId="Jutumullitekst">
    <w:name w:val="Balloon Text"/>
    <w:basedOn w:val="Normaallaad"/>
    <w:semiHidden/>
    <w:rsid w:val="00753F67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semiHidden/>
    <w:rsid w:val="00753F67"/>
    <w:rPr>
      <w:sz w:val="16"/>
      <w:szCs w:val="16"/>
    </w:rPr>
  </w:style>
  <w:style w:type="paragraph" w:styleId="Kommentaaritekst">
    <w:name w:val="annotation text"/>
    <w:basedOn w:val="Normaallaad"/>
    <w:semiHidden/>
    <w:rsid w:val="00753F6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753F67"/>
    <w:rPr>
      <w:b/>
      <w:bCs/>
    </w:rPr>
  </w:style>
  <w:style w:type="paragraph" w:styleId="Pealdis">
    <w:name w:val="caption"/>
    <w:basedOn w:val="Normaallaad"/>
    <w:next w:val="Normaallaad"/>
    <w:qFormat/>
    <w:rsid w:val="001A195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Jalus">
    <w:name w:val="footer"/>
    <w:basedOn w:val="Normaallaad"/>
    <w:rsid w:val="001A1956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A6194F"/>
    <w:pPr>
      <w:ind w:left="720"/>
      <w:contextualSpacing/>
    </w:pPr>
  </w:style>
  <w:style w:type="paragraph" w:styleId="Lihttekst">
    <w:name w:val="Plain Text"/>
    <w:basedOn w:val="Normaallaad"/>
    <w:link w:val="LihttekstMrk"/>
    <w:rsid w:val="00A6194F"/>
    <w:rPr>
      <w:rFonts w:ascii="Courier New" w:hAnsi="Courier New" w:cs="Courier New"/>
      <w:sz w:val="20"/>
      <w:szCs w:val="20"/>
    </w:rPr>
  </w:style>
  <w:style w:type="character" w:customStyle="1" w:styleId="LihttekstMrk">
    <w:name w:val="Lihttekst Märk"/>
    <w:basedOn w:val="Liguvaikefont"/>
    <w:link w:val="Lihttekst"/>
    <w:rsid w:val="00A6194F"/>
    <w:rPr>
      <w:rFonts w:ascii="Courier New" w:hAnsi="Courier New" w:cs="Courier New"/>
      <w:lang w:eastAsia="en-US"/>
    </w:rPr>
  </w:style>
  <w:style w:type="character" w:styleId="Hperlink">
    <w:name w:val="Hyperlink"/>
    <w:basedOn w:val="Liguvaikefont"/>
    <w:uiPriority w:val="99"/>
    <w:rsid w:val="003F665F"/>
    <w:rPr>
      <w:color w:val="0000FF" w:themeColor="hyperlink"/>
      <w:u w:val="single"/>
    </w:rPr>
  </w:style>
  <w:style w:type="paragraph" w:styleId="Redaktsioon">
    <w:name w:val="Revision"/>
    <w:hidden/>
    <w:uiPriority w:val="99"/>
    <w:semiHidden/>
    <w:rsid w:val="00D20B57"/>
    <w:rPr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95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mk@rm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Downloads\kokkulep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kokkulepe (1)</Template>
  <TotalTime>0</TotalTime>
  <Pages>3</Pages>
  <Words>556</Words>
  <Characters>4261</Characters>
  <Application>Microsoft Office Word</Application>
  <DocSecurity>0</DocSecurity>
  <Lines>35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 </vt:lpstr>
    </vt:vector>
  </TitlesOfParts>
  <Company>RMK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a1</dc:creator>
  <cp:lastModifiedBy>Heiki Ärm</cp:lastModifiedBy>
  <cp:revision>2</cp:revision>
  <cp:lastPrinted>1900-12-31T22:00:00Z</cp:lastPrinted>
  <dcterms:created xsi:type="dcterms:W3CDTF">2024-05-14T10:48:00Z</dcterms:created>
  <dcterms:modified xsi:type="dcterms:W3CDTF">2024-05-14T10:48:00Z</dcterms:modified>
</cp:coreProperties>
</file>